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2B4" w:rsidRPr="00561D4E" w:rsidRDefault="001A62B4" w:rsidP="000B45AA">
      <w:pPr>
        <w:widowControl w:val="0"/>
        <w:tabs>
          <w:tab w:val="left" w:pos="7371"/>
        </w:tabs>
        <w:kinsoku w:val="0"/>
        <w:overflowPunct w:val="0"/>
        <w:autoSpaceDE w:val="0"/>
        <w:autoSpaceDN w:val="0"/>
        <w:adjustRightInd w:val="0"/>
        <w:ind w:left="146"/>
      </w:pPr>
      <w:r w:rsidRPr="00561D4E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7CFBC54C" wp14:editId="61CCF26A">
            <wp:extent cx="1066800" cy="939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1D4E">
        <w:rPr>
          <w:noProof/>
        </w:rPr>
        <w:tab/>
      </w:r>
      <w:r w:rsidRPr="00561D4E">
        <w:rPr>
          <w:noProof/>
        </w:rPr>
        <w:drawing>
          <wp:inline distT="0" distB="0" distL="0" distR="0" wp14:anchorId="0E7CA573" wp14:editId="5EE3F78E">
            <wp:extent cx="1576983" cy="905934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OURT RVB 202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6" t="15853" r="5406" b="-43779"/>
                    <a:stretch/>
                  </pic:blipFill>
                  <pic:spPr bwMode="auto">
                    <a:xfrm>
                      <a:off x="0" y="0"/>
                      <a:ext cx="1576983" cy="905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62B4" w:rsidRPr="007B6192" w:rsidRDefault="001A62B4" w:rsidP="007B6192">
      <w:pPr>
        <w:jc w:val="center"/>
        <w:rPr>
          <w:rFonts w:ascii="Marianne" w:hAnsi="Marianne"/>
          <w:bCs/>
          <w:caps/>
          <w:sz w:val="16"/>
          <w:szCs w:val="24"/>
        </w:rPr>
      </w:pPr>
    </w:p>
    <w:p w:rsidR="005858C2" w:rsidRDefault="00F306D3" w:rsidP="005858C2">
      <w:pPr>
        <w:spacing w:before="120"/>
        <w:jc w:val="center"/>
        <w:rPr>
          <w:rFonts w:ascii="Marianne" w:hAnsi="Marianne"/>
          <w:b/>
          <w:bCs/>
          <w:caps/>
          <w:sz w:val="24"/>
          <w:szCs w:val="24"/>
        </w:rPr>
      </w:pPr>
      <w:r>
        <w:rPr>
          <w:rFonts w:ascii="Marianne" w:hAnsi="Marianne"/>
          <w:b/>
          <w:bCs/>
          <w:caps/>
          <w:sz w:val="24"/>
          <w:szCs w:val="24"/>
        </w:rPr>
        <w:t xml:space="preserve">25021 — </w:t>
      </w:r>
      <w:r w:rsidR="001A62B4" w:rsidRPr="00964325">
        <w:rPr>
          <w:rFonts w:ascii="Marianne" w:hAnsi="Marianne"/>
          <w:b/>
          <w:bCs/>
          <w:caps/>
          <w:sz w:val="24"/>
          <w:szCs w:val="24"/>
        </w:rPr>
        <w:t>MISSIONS DE MAÎTRISE D’ŒUVRE RELATIVE AUX TRAVAUX</w:t>
      </w:r>
      <w:r>
        <w:rPr>
          <w:rFonts w:ascii="Marianne" w:hAnsi="Marianne"/>
          <w:b/>
          <w:bCs/>
          <w:caps/>
          <w:sz w:val="24"/>
          <w:szCs w:val="24"/>
        </w:rPr>
        <w:br/>
      </w:r>
      <w:bookmarkStart w:id="0" w:name="_GoBack"/>
      <w:bookmarkEnd w:id="0"/>
      <w:r w:rsidR="001A62B4" w:rsidRPr="00964325">
        <w:rPr>
          <w:rFonts w:ascii="Marianne" w:hAnsi="Marianne"/>
          <w:b/>
          <w:bCs/>
          <w:caps/>
          <w:sz w:val="24"/>
          <w:szCs w:val="24"/>
        </w:rPr>
        <w:t>DE REPRISE DES DÉSORDRES AFFECTANT LE BÂTIMENT DU CERD AU STRUTHOF</w:t>
      </w:r>
    </w:p>
    <w:p w:rsidR="001A62B4" w:rsidRPr="001A62B4" w:rsidRDefault="001A62B4" w:rsidP="001A62B4">
      <w:pPr>
        <w:jc w:val="center"/>
        <w:rPr>
          <w:rFonts w:ascii="Calibri" w:hAnsi="Calibri" w:cs="Calibri"/>
          <w:b/>
          <w:sz w:val="28"/>
        </w:rPr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07"/>
      </w:tblGrid>
      <w:tr w:rsidR="005858C2" w:rsidRPr="00B429C9">
        <w:trPr>
          <w:trHeight w:val="403"/>
        </w:trPr>
        <w:tc>
          <w:tcPr>
            <w:tcW w:w="10207" w:type="dxa"/>
          </w:tcPr>
          <w:p w:rsidR="005858C2" w:rsidRPr="00B429C9" w:rsidRDefault="005858C2" w:rsidP="0086084C">
            <w:pPr>
              <w:jc w:val="center"/>
              <w:rPr>
                <w:rFonts w:ascii="Calibri" w:hAnsi="Calibri" w:cs="Calibri"/>
                <w:b/>
                <w:sz w:val="48"/>
                <w:szCs w:val="28"/>
              </w:rPr>
            </w:pPr>
            <w:r w:rsidRPr="00B429C9">
              <w:rPr>
                <w:rFonts w:ascii="Calibri" w:hAnsi="Calibri" w:cs="Calibri"/>
                <w:b/>
                <w:sz w:val="48"/>
                <w:szCs w:val="28"/>
              </w:rPr>
              <w:t>CURRICULUM VITAE</w:t>
            </w:r>
          </w:p>
        </w:tc>
      </w:tr>
    </w:tbl>
    <w:p w:rsidR="005858C2" w:rsidRPr="001A62B4" w:rsidRDefault="005858C2" w:rsidP="005858C2">
      <w:pPr>
        <w:rPr>
          <w:rFonts w:ascii="Calibri" w:hAnsi="Calibri" w:cs="Calibri"/>
          <w:sz w:val="28"/>
          <w:szCs w:val="28"/>
        </w:rPr>
      </w:pPr>
    </w:p>
    <w:tbl>
      <w:tblPr>
        <w:tblW w:w="10207" w:type="dxa"/>
        <w:tblInd w:w="-11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183"/>
        <w:gridCol w:w="7024"/>
      </w:tblGrid>
      <w:tr w:rsidR="005858C2" w:rsidRPr="001A62B4" w:rsidTr="00B429C9">
        <w:trPr>
          <w:trHeight w:val="403"/>
        </w:trPr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0B45AA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sz w:val="28"/>
                <w:szCs w:val="28"/>
              </w:rPr>
              <w:t>NOM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  <w:r w:rsidRPr="001A62B4">
              <w:rPr>
                <w:rFonts w:ascii="Calibri" w:hAnsi="Calibri" w:cs="Calibri"/>
                <w:sz w:val="28"/>
                <w:szCs w:val="28"/>
              </w:rPr>
              <w:t>: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B429C9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1A62B4" w:rsidTr="00B429C9">
        <w:trPr>
          <w:trHeight w:val="403"/>
        </w:trPr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0B45AA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sz w:val="28"/>
                <w:szCs w:val="28"/>
              </w:rPr>
              <w:t>PR</w:t>
            </w:r>
            <w:r w:rsidR="001A62B4" w:rsidRPr="001A62B4">
              <w:rPr>
                <w:rFonts w:ascii="Calibri" w:hAnsi="Calibri" w:cs="Calibri"/>
                <w:sz w:val="28"/>
                <w:szCs w:val="28"/>
              </w:rPr>
              <w:t>É</w:t>
            </w:r>
            <w:r w:rsidRPr="001A62B4">
              <w:rPr>
                <w:rFonts w:ascii="Calibri" w:hAnsi="Calibri" w:cs="Calibri"/>
                <w:sz w:val="28"/>
                <w:szCs w:val="28"/>
              </w:rPr>
              <w:t>NOM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  <w:r w:rsidRPr="001A62B4">
              <w:rPr>
                <w:rFonts w:ascii="Calibri" w:hAnsi="Calibri" w:cs="Calibri"/>
                <w:sz w:val="28"/>
                <w:szCs w:val="28"/>
              </w:rPr>
              <w:t>: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B429C9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1A62B4" w:rsidTr="00B429C9">
        <w:trPr>
          <w:trHeight w:val="403"/>
        </w:trPr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0B45AA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sz w:val="28"/>
                <w:szCs w:val="28"/>
              </w:rPr>
              <w:t>FONCTION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  <w:r w:rsidRPr="001A62B4">
              <w:rPr>
                <w:rFonts w:ascii="Calibri" w:hAnsi="Calibri" w:cs="Calibri"/>
                <w:sz w:val="28"/>
                <w:szCs w:val="28"/>
              </w:rPr>
              <w:t>:</w:t>
            </w:r>
            <w:r w:rsidR="000B45AA">
              <w:rPr>
                <w:rFonts w:ascii="Arial" w:hAnsi="Arial" w:cs="Arial"/>
                <w:sz w:val="28"/>
                <w:szCs w:val="28"/>
              </w:rPr>
              <w:t> 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B429C9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B429C9" w:rsidTr="00B429C9">
        <w:trPr>
          <w:trHeight w:val="403"/>
        </w:trPr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893F98" w:rsidP="00B429C9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sz w:val="28"/>
                <w:szCs w:val="28"/>
              </w:rPr>
              <w:t>SOUMISSIONNAIRE</w:t>
            </w:r>
            <w:r w:rsidR="000B45AA" w:rsidRPr="00B429C9">
              <w:rPr>
                <w:rFonts w:ascii="Calibri" w:hAnsi="Calibri" w:cs="Calibri"/>
                <w:sz w:val="28"/>
                <w:szCs w:val="28"/>
              </w:rPr>
              <w:t> </w:t>
            </w:r>
            <w:r w:rsidR="005858C2" w:rsidRPr="001A62B4">
              <w:rPr>
                <w:rFonts w:ascii="Calibri" w:hAnsi="Calibri" w:cs="Calibri"/>
                <w:sz w:val="28"/>
                <w:szCs w:val="28"/>
              </w:rPr>
              <w:t>:</w:t>
            </w:r>
            <w:r w:rsidR="000B45AA" w:rsidRPr="00B429C9">
              <w:rPr>
                <w:rFonts w:ascii="Calibri" w:hAnsi="Calibri" w:cs="Calibri"/>
                <w:sz w:val="28"/>
                <w:szCs w:val="28"/>
              </w:rPr>
              <w:t> 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8C2" w:rsidRPr="001A62B4" w:rsidRDefault="005858C2" w:rsidP="00B429C9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429C9" w:rsidRPr="00B429C9" w:rsidTr="00B429C9">
        <w:trPr>
          <w:trHeight w:val="170"/>
        </w:trPr>
        <w:tc>
          <w:tcPr>
            <w:tcW w:w="3183" w:type="dxa"/>
            <w:tcBorders>
              <w:top w:val="single" w:sz="4" w:space="0" w:color="auto"/>
              <w:bottom w:val="single" w:sz="12" w:space="0" w:color="000000"/>
            </w:tcBorders>
          </w:tcPr>
          <w:p w:rsidR="00B429C9" w:rsidRPr="00B429C9" w:rsidRDefault="00B429C9" w:rsidP="00B429C9">
            <w:pPr>
              <w:rPr>
                <w:rFonts w:ascii="Calibri" w:hAnsi="Calibri" w:cs="Calibri"/>
                <w:sz w:val="8"/>
                <w:szCs w:val="16"/>
              </w:rPr>
            </w:pPr>
          </w:p>
        </w:tc>
        <w:tc>
          <w:tcPr>
            <w:tcW w:w="7024" w:type="dxa"/>
            <w:tcBorders>
              <w:top w:val="single" w:sz="4" w:space="0" w:color="auto"/>
              <w:bottom w:val="single" w:sz="12" w:space="0" w:color="000000"/>
            </w:tcBorders>
          </w:tcPr>
          <w:p w:rsidR="00B429C9" w:rsidRPr="00B429C9" w:rsidRDefault="00B429C9" w:rsidP="00B429C9">
            <w:pPr>
              <w:rPr>
                <w:rFonts w:ascii="Calibri" w:hAnsi="Calibri" w:cs="Calibri"/>
                <w:sz w:val="8"/>
                <w:szCs w:val="16"/>
              </w:rPr>
            </w:pPr>
          </w:p>
        </w:tc>
      </w:tr>
      <w:tr w:rsidR="005858C2" w:rsidRPr="001A62B4" w:rsidTr="000B45AA">
        <w:trPr>
          <w:cantSplit/>
          <w:trHeight w:hRule="exact" w:val="2161"/>
        </w:trPr>
        <w:tc>
          <w:tcPr>
            <w:tcW w:w="3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DIPL</w:t>
            </w:r>
            <w:r w:rsidR="001A62B4" w:rsidRPr="001A62B4">
              <w:rPr>
                <w:rFonts w:ascii="Calibri" w:hAnsi="Calibri" w:cs="Calibri"/>
                <w:i/>
                <w:sz w:val="28"/>
                <w:szCs w:val="28"/>
              </w:rPr>
              <w:t>Ô</w:t>
            </w: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MES</w:t>
            </w:r>
          </w:p>
        </w:tc>
        <w:tc>
          <w:tcPr>
            <w:tcW w:w="7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1A62B4" w:rsidTr="000B45AA">
        <w:trPr>
          <w:cantSplit/>
          <w:trHeight w:hRule="exact" w:val="2963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EXP</w:t>
            </w:r>
            <w:r w:rsidR="001A62B4" w:rsidRPr="001A62B4">
              <w:rPr>
                <w:rFonts w:ascii="Calibri" w:hAnsi="Calibri" w:cs="Calibri"/>
                <w:i/>
                <w:sz w:val="28"/>
                <w:szCs w:val="28"/>
              </w:rPr>
              <w:t>É</w:t>
            </w: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RIENCE PROFESSIONNELLE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1A62B4" w:rsidTr="007B6192">
        <w:trPr>
          <w:cantSplit/>
          <w:trHeight w:hRule="exact" w:val="2552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FORMATION COMPL</w:t>
            </w:r>
            <w:r w:rsidR="001A62B4" w:rsidRPr="001A62B4">
              <w:rPr>
                <w:rFonts w:ascii="Calibri" w:hAnsi="Calibri" w:cs="Calibri"/>
                <w:i/>
                <w:sz w:val="28"/>
                <w:szCs w:val="28"/>
              </w:rPr>
              <w:t>É</w:t>
            </w: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MENTAIRE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858C2" w:rsidRPr="001A62B4" w:rsidTr="007B6192">
        <w:trPr>
          <w:cantSplit/>
          <w:trHeight w:hRule="exact" w:val="2264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8"/>
                <w:szCs w:val="28"/>
              </w:rPr>
            </w:pPr>
            <w:r w:rsidRPr="001A62B4">
              <w:rPr>
                <w:rFonts w:ascii="Calibri" w:hAnsi="Calibri" w:cs="Calibri"/>
                <w:i/>
                <w:sz w:val="28"/>
                <w:szCs w:val="28"/>
              </w:rPr>
              <w:t>AUTRES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1A62B4" w:rsidRDefault="005858C2" w:rsidP="0086084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5858C2" w:rsidRPr="000B45AA" w:rsidRDefault="005858C2" w:rsidP="00976900">
      <w:pPr>
        <w:jc w:val="both"/>
        <w:rPr>
          <w:rFonts w:ascii="Calibri" w:hAnsi="Calibri" w:cs="Calibri"/>
          <w:sz w:val="10"/>
          <w:szCs w:val="24"/>
        </w:rPr>
      </w:pPr>
    </w:p>
    <w:sectPr w:rsidR="005858C2" w:rsidRPr="000B45AA" w:rsidSect="00B429C9">
      <w:footerReference w:type="default" r:id="rId9"/>
      <w:pgSz w:w="11907" w:h="16840" w:code="9"/>
      <w:pgMar w:top="426" w:right="964" w:bottom="567" w:left="964" w:header="142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DCD" w:rsidRDefault="005E7DCD">
      <w:r>
        <w:separator/>
      </w:r>
    </w:p>
  </w:endnote>
  <w:endnote w:type="continuationSeparator" w:id="0">
    <w:p w:rsidR="005E7DCD" w:rsidRDefault="005E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FB6" w:rsidRDefault="00D51DD5" w:rsidP="00D51DD5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D4800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BC42A3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DCD" w:rsidRDefault="005E7DCD">
      <w:r>
        <w:separator/>
      </w:r>
    </w:p>
  </w:footnote>
  <w:footnote w:type="continuationSeparator" w:id="0">
    <w:p w:rsidR="005E7DCD" w:rsidRDefault="005E7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12"/>
      </v:shape>
    </w:pict>
  </w:numPicBullet>
  <w:abstractNum w:abstractNumId="0" w15:restartNumberingAfterBreak="0">
    <w:nsid w:val="043C15FC"/>
    <w:multiLevelType w:val="hybridMultilevel"/>
    <w:tmpl w:val="86D06CE8"/>
    <w:lvl w:ilvl="0" w:tplc="AC7C8F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4555A"/>
    <w:multiLevelType w:val="hybridMultilevel"/>
    <w:tmpl w:val="51244B16"/>
    <w:lvl w:ilvl="0" w:tplc="EF24DB68">
      <w:start w:val="8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hAnsi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F4EB1"/>
    <w:multiLevelType w:val="hybridMultilevel"/>
    <w:tmpl w:val="A86CA0E4"/>
    <w:lvl w:ilvl="0" w:tplc="662AD7D2">
      <w:start w:val="1"/>
      <w:numFmt w:val="decimal"/>
      <w:lvlText w:val=". Critère %1."/>
      <w:lvlJc w:val="left"/>
      <w:pPr>
        <w:tabs>
          <w:tab w:val="num" w:pos="567"/>
        </w:tabs>
        <w:ind w:left="567" w:hanging="397"/>
      </w:pPr>
      <w:rPr>
        <w:rFonts w:ascii="Times New Roman Gras" w:hAnsi="Times New Roman Gras" w:hint="default"/>
        <w:b/>
        <w:i w:val="0"/>
        <w:color w:val="auto"/>
        <w:sz w:val="24"/>
        <w:szCs w:val="24"/>
      </w:rPr>
    </w:lvl>
    <w:lvl w:ilvl="1" w:tplc="C19C2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D4AEC"/>
    <w:multiLevelType w:val="hybridMultilevel"/>
    <w:tmpl w:val="BC1879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473A4"/>
    <w:multiLevelType w:val="hybridMultilevel"/>
    <w:tmpl w:val="2152C2E0"/>
    <w:lvl w:ilvl="0" w:tplc="4CFA9E5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B51EEA"/>
    <w:multiLevelType w:val="multilevel"/>
    <w:tmpl w:val="E91219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50024F8"/>
    <w:multiLevelType w:val="multilevel"/>
    <w:tmpl w:val="12CED41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7291495"/>
    <w:multiLevelType w:val="multilevel"/>
    <w:tmpl w:val="7B8E9C1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B2B52A1"/>
    <w:multiLevelType w:val="hybridMultilevel"/>
    <w:tmpl w:val="5DAC17AC"/>
    <w:lvl w:ilvl="0" w:tplc="040C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2BD668F5"/>
    <w:multiLevelType w:val="hybridMultilevel"/>
    <w:tmpl w:val="7C28772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78406F"/>
    <w:multiLevelType w:val="hybridMultilevel"/>
    <w:tmpl w:val="B3208510"/>
    <w:lvl w:ilvl="0" w:tplc="C19C2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072C2"/>
    <w:multiLevelType w:val="hybridMultilevel"/>
    <w:tmpl w:val="AE2C4B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337306"/>
    <w:multiLevelType w:val="multilevel"/>
    <w:tmpl w:val="E91219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4EDD2C35"/>
    <w:multiLevelType w:val="hybridMultilevel"/>
    <w:tmpl w:val="A43AC116"/>
    <w:lvl w:ilvl="0" w:tplc="CE6A3E26">
      <w:start w:val="8"/>
      <w:numFmt w:val="bullet"/>
      <w:lvlText w:val="-"/>
      <w:lvlJc w:val="left"/>
      <w:pPr>
        <w:tabs>
          <w:tab w:val="num" w:pos="567"/>
        </w:tabs>
        <w:ind w:left="454" w:hanging="454"/>
      </w:pPr>
      <w:rPr>
        <w:rFonts w:ascii="Times New Roman" w:hAnsi="Times New Roman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1275"/>
    <w:multiLevelType w:val="hybridMultilevel"/>
    <w:tmpl w:val="538A2DE4"/>
    <w:lvl w:ilvl="0" w:tplc="9460C1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6A8C228">
      <w:start w:val="2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unga" w:eastAsia="Tunga" w:hAnsi="Tunga" w:cs="Tunga" w:hint="default"/>
      </w:rPr>
    </w:lvl>
    <w:lvl w:ilvl="2" w:tplc="A20C31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A0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3003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78FC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20A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0C2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0CFB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840C54"/>
    <w:multiLevelType w:val="hybridMultilevel"/>
    <w:tmpl w:val="3B78D108"/>
    <w:lvl w:ilvl="0" w:tplc="57D4F8BC">
      <w:start w:val="4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ahoma" w:hAnsi="Wingdings" w:cs="Tahoma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E3064D"/>
    <w:multiLevelType w:val="hybridMultilevel"/>
    <w:tmpl w:val="E1202BCA"/>
    <w:lvl w:ilvl="0" w:tplc="3DB0001A"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10A14"/>
    <w:multiLevelType w:val="multilevel"/>
    <w:tmpl w:val="E91219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8" w15:restartNumberingAfterBreak="0">
    <w:nsid w:val="6E5221CB"/>
    <w:multiLevelType w:val="hybridMultilevel"/>
    <w:tmpl w:val="684E14BA"/>
    <w:lvl w:ilvl="0" w:tplc="C19C2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0F5A48"/>
    <w:multiLevelType w:val="hybridMultilevel"/>
    <w:tmpl w:val="CFF68C0E"/>
    <w:lvl w:ilvl="0" w:tplc="D9CE6D6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trike w:val="0"/>
        <w:dstrike w:val="0"/>
        <w:color w:val="auto"/>
        <w:sz w:val="20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C540D0"/>
    <w:multiLevelType w:val="multilevel"/>
    <w:tmpl w:val="E912194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764D35EB"/>
    <w:multiLevelType w:val="multilevel"/>
    <w:tmpl w:val="8F0E7DB4"/>
    <w:lvl w:ilvl="0"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cs="Times New Roman" w:hint="default"/>
        <w:b/>
        <w:color w:val="auto"/>
        <w:sz w:val="22"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22" w15:restartNumberingAfterBreak="0">
    <w:nsid w:val="7ABC4459"/>
    <w:multiLevelType w:val="hybridMultilevel"/>
    <w:tmpl w:val="5D90C86A"/>
    <w:lvl w:ilvl="0" w:tplc="BA4442CE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3"/>
  </w:num>
  <w:num w:numId="5">
    <w:abstractNumId w:val="2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4"/>
  </w:num>
  <w:num w:numId="13">
    <w:abstractNumId w:val="17"/>
  </w:num>
  <w:num w:numId="14">
    <w:abstractNumId w:val="20"/>
  </w:num>
  <w:num w:numId="15">
    <w:abstractNumId w:val="8"/>
  </w:num>
  <w:num w:numId="16">
    <w:abstractNumId w:val="6"/>
  </w:num>
  <w:num w:numId="17">
    <w:abstractNumId w:val="1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  <w:num w:numId="21">
    <w:abstractNumId w:val="13"/>
  </w:num>
  <w:num w:numId="22">
    <w:abstractNumId w:val="2"/>
  </w:num>
  <w:num w:numId="2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CD"/>
    <w:rsid w:val="00002D2C"/>
    <w:rsid w:val="00007DA2"/>
    <w:rsid w:val="000115B6"/>
    <w:rsid w:val="0001281D"/>
    <w:rsid w:val="0002493E"/>
    <w:rsid w:val="00033230"/>
    <w:rsid w:val="000462BF"/>
    <w:rsid w:val="0004782E"/>
    <w:rsid w:val="00054A74"/>
    <w:rsid w:val="00055F26"/>
    <w:rsid w:val="0006196E"/>
    <w:rsid w:val="000642C7"/>
    <w:rsid w:val="00071491"/>
    <w:rsid w:val="000A4891"/>
    <w:rsid w:val="000B0E53"/>
    <w:rsid w:val="000B45AA"/>
    <w:rsid w:val="000C622A"/>
    <w:rsid w:val="000E3A18"/>
    <w:rsid w:val="000E555C"/>
    <w:rsid w:val="000E63A4"/>
    <w:rsid w:val="000F066B"/>
    <w:rsid w:val="00105143"/>
    <w:rsid w:val="0011169D"/>
    <w:rsid w:val="00113352"/>
    <w:rsid w:val="001146DA"/>
    <w:rsid w:val="001162CA"/>
    <w:rsid w:val="00123A8E"/>
    <w:rsid w:val="00123CDD"/>
    <w:rsid w:val="00127E85"/>
    <w:rsid w:val="00127F5D"/>
    <w:rsid w:val="00130105"/>
    <w:rsid w:val="0013152A"/>
    <w:rsid w:val="00136253"/>
    <w:rsid w:val="001438AB"/>
    <w:rsid w:val="001450D3"/>
    <w:rsid w:val="00150712"/>
    <w:rsid w:val="001561C6"/>
    <w:rsid w:val="00161DD5"/>
    <w:rsid w:val="00166030"/>
    <w:rsid w:val="00170CCD"/>
    <w:rsid w:val="00170FD6"/>
    <w:rsid w:val="0017606A"/>
    <w:rsid w:val="0018725F"/>
    <w:rsid w:val="0019138E"/>
    <w:rsid w:val="00195CEF"/>
    <w:rsid w:val="00196A6A"/>
    <w:rsid w:val="00196B2C"/>
    <w:rsid w:val="001A62B4"/>
    <w:rsid w:val="001B07B9"/>
    <w:rsid w:val="001B4869"/>
    <w:rsid w:val="001B4A51"/>
    <w:rsid w:val="001B658F"/>
    <w:rsid w:val="001C7C5E"/>
    <w:rsid w:val="001C7CD4"/>
    <w:rsid w:val="001F5857"/>
    <w:rsid w:val="0020641B"/>
    <w:rsid w:val="002121F0"/>
    <w:rsid w:val="002174CA"/>
    <w:rsid w:val="00226D6E"/>
    <w:rsid w:val="00227F78"/>
    <w:rsid w:val="0023239B"/>
    <w:rsid w:val="002336F3"/>
    <w:rsid w:val="0023520F"/>
    <w:rsid w:val="0023619A"/>
    <w:rsid w:val="0024090A"/>
    <w:rsid w:val="00240B2D"/>
    <w:rsid w:val="00254E47"/>
    <w:rsid w:val="00256FCB"/>
    <w:rsid w:val="0025726B"/>
    <w:rsid w:val="00262137"/>
    <w:rsid w:val="00274106"/>
    <w:rsid w:val="00281D6B"/>
    <w:rsid w:val="00285E94"/>
    <w:rsid w:val="00292547"/>
    <w:rsid w:val="00295A88"/>
    <w:rsid w:val="002B2372"/>
    <w:rsid w:val="002C0519"/>
    <w:rsid w:val="002C303F"/>
    <w:rsid w:val="002C524F"/>
    <w:rsid w:val="002D1624"/>
    <w:rsid w:val="002D55A5"/>
    <w:rsid w:val="002E09F5"/>
    <w:rsid w:val="002E310B"/>
    <w:rsid w:val="002E59A0"/>
    <w:rsid w:val="002E5B32"/>
    <w:rsid w:val="00306056"/>
    <w:rsid w:val="003061B4"/>
    <w:rsid w:val="00310EAC"/>
    <w:rsid w:val="003138B3"/>
    <w:rsid w:val="00322B2D"/>
    <w:rsid w:val="00323F37"/>
    <w:rsid w:val="00334CB4"/>
    <w:rsid w:val="0033699A"/>
    <w:rsid w:val="00336A7A"/>
    <w:rsid w:val="00360BE3"/>
    <w:rsid w:val="00364711"/>
    <w:rsid w:val="00364A70"/>
    <w:rsid w:val="003756C6"/>
    <w:rsid w:val="0038025E"/>
    <w:rsid w:val="0038356A"/>
    <w:rsid w:val="00387E5E"/>
    <w:rsid w:val="003940D8"/>
    <w:rsid w:val="003A3F6E"/>
    <w:rsid w:val="003A4AB4"/>
    <w:rsid w:val="003A550A"/>
    <w:rsid w:val="003C0F8D"/>
    <w:rsid w:val="003D17B7"/>
    <w:rsid w:val="003D26FB"/>
    <w:rsid w:val="003D3E92"/>
    <w:rsid w:val="003D6861"/>
    <w:rsid w:val="003D6F70"/>
    <w:rsid w:val="003E3D65"/>
    <w:rsid w:val="003F7011"/>
    <w:rsid w:val="004017BF"/>
    <w:rsid w:val="00404F29"/>
    <w:rsid w:val="00414697"/>
    <w:rsid w:val="00416D7D"/>
    <w:rsid w:val="00420EB1"/>
    <w:rsid w:val="00427482"/>
    <w:rsid w:val="00432392"/>
    <w:rsid w:val="00442A20"/>
    <w:rsid w:val="0045263C"/>
    <w:rsid w:val="00452DA6"/>
    <w:rsid w:val="00456D45"/>
    <w:rsid w:val="004629EA"/>
    <w:rsid w:val="00463D0E"/>
    <w:rsid w:val="00473659"/>
    <w:rsid w:val="00491B63"/>
    <w:rsid w:val="004A0B66"/>
    <w:rsid w:val="004A52FE"/>
    <w:rsid w:val="004A5E4F"/>
    <w:rsid w:val="004A7E45"/>
    <w:rsid w:val="004B2292"/>
    <w:rsid w:val="004B3689"/>
    <w:rsid w:val="004C09F1"/>
    <w:rsid w:val="004C5DD0"/>
    <w:rsid w:val="004D2FC6"/>
    <w:rsid w:val="004D724F"/>
    <w:rsid w:val="004E040B"/>
    <w:rsid w:val="004E70B3"/>
    <w:rsid w:val="004F21BD"/>
    <w:rsid w:val="00500078"/>
    <w:rsid w:val="0051065F"/>
    <w:rsid w:val="00515F6E"/>
    <w:rsid w:val="00521AD4"/>
    <w:rsid w:val="00522D92"/>
    <w:rsid w:val="005254B8"/>
    <w:rsid w:val="00535233"/>
    <w:rsid w:val="00546580"/>
    <w:rsid w:val="005516E1"/>
    <w:rsid w:val="00553493"/>
    <w:rsid w:val="0055697C"/>
    <w:rsid w:val="00561094"/>
    <w:rsid w:val="005651A7"/>
    <w:rsid w:val="00565EBD"/>
    <w:rsid w:val="005720E6"/>
    <w:rsid w:val="00572833"/>
    <w:rsid w:val="00581A94"/>
    <w:rsid w:val="00582C05"/>
    <w:rsid w:val="005838C9"/>
    <w:rsid w:val="005858C2"/>
    <w:rsid w:val="0059140D"/>
    <w:rsid w:val="00591CDC"/>
    <w:rsid w:val="005936F7"/>
    <w:rsid w:val="00593B59"/>
    <w:rsid w:val="005A22C9"/>
    <w:rsid w:val="005A29F1"/>
    <w:rsid w:val="005A761C"/>
    <w:rsid w:val="005D3BB1"/>
    <w:rsid w:val="005E2124"/>
    <w:rsid w:val="005E22FD"/>
    <w:rsid w:val="005E639F"/>
    <w:rsid w:val="005E6400"/>
    <w:rsid w:val="005E7DCD"/>
    <w:rsid w:val="005F0EE3"/>
    <w:rsid w:val="005F6222"/>
    <w:rsid w:val="00600734"/>
    <w:rsid w:val="00613E3F"/>
    <w:rsid w:val="00626C57"/>
    <w:rsid w:val="0062742E"/>
    <w:rsid w:val="00631B08"/>
    <w:rsid w:val="006354C6"/>
    <w:rsid w:val="00636E54"/>
    <w:rsid w:val="006400D0"/>
    <w:rsid w:val="00642C62"/>
    <w:rsid w:val="00642E20"/>
    <w:rsid w:val="00644463"/>
    <w:rsid w:val="0064653D"/>
    <w:rsid w:val="006465C7"/>
    <w:rsid w:val="00657060"/>
    <w:rsid w:val="006853B3"/>
    <w:rsid w:val="00691CB3"/>
    <w:rsid w:val="006944FB"/>
    <w:rsid w:val="006973BA"/>
    <w:rsid w:val="006A2426"/>
    <w:rsid w:val="006A5027"/>
    <w:rsid w:val="006C0F0F"/>
    <w:rsid w:val="006C4131"/>
    <w:rsid w:val="006D34FC"/>
    <w:rsid w:val="006D3B39"/>
    <w:rsid w:val="006D43CA"/>
    <w:rsid w:val="006D4800"/>
    <w:rsid w:val="006D61FE"/>
    <w:rsid w:val="006E333B"/>
    <w:rsid w:val="006E4B8A"/>
    <w:rsid w:val="006E4CED"/>
    <w:rsid w:val="00701458"/>
    <w:rsid w:val="007162C9"/>
    <w:rsid w:val="00722A8C"/>
    <w:rsid w:val="00724441"/>
    <w:rsid w:val="0072590D"/>
    <w:rsid w:val="00737E73"/>
    <w:rsid w:val="00743A87"/>
    <w:rsid w:val="00745351"/>
    <w:rsid w:val="00764006"/>
    <w:rsid w:val="007801AB"/>
    <w:rsid w:val="0078183C"/>
    <w:rsid w:val="00781E0D"/>
    <w:rsid w:val="00783966"/>
    <w:rsid w:val="00783E42"/>
    <w:rsid w:val="00784839"/>
    <w:rsid w:val="00790CF7"/>
    <w:rsid w:val="007945C8"/>
    <w:rsid w:val="007949C1"/>
    <w:rsid w:val="00795CA2"/>
    <w:rsid w:val="007A21A3"/>
    <w:rsid w:val="007A6CFB"/>
    <w:rsid w:val="007B0327"/>
    <w:rsid w:val="007B2BD7"/>
    <w:rsid w:val="007B33F9"/>
    <w:rsid w:val="007B6192"/>
    <w:rsid w:val="007B760B"/>
    <w:rsid w:val="007C0D14"/>
    <w:rsid w:val="007E5F05"/>
    <w:rsid w:val="007F16FF"/>
    <w:rsid w:val="007F2ABC"/>
    <w:rsid w:val="007F2AE8"/>
    <w:rsid w:val="007F30F8"/>
    <w:rsid w:val="007F480D"/>
    <w:rsid w:val="00800B5B"/>
    <w:rsid w:val="008077E4"/>
    <w:rsid w:val="008123BC"/>
    <w:rsid w:val="00817CAD"/>
    <w:rsid w:val="00821A3D"/>
    <w:rsid w:val="00822377"/>
    <w:rsid w:val="00837994"/>
    <w:rsid w:val="008417B5"/>
    <w:rsid w:val="00847925"/>
    <w:rsid w:val="0086084C"/>
    <w:rsid w:val="008636B0"/>
    <w:rsid w:val="00863FA4"/>
    <w:rsid w:val="00873065"/>
    <w:rsid w:val="00882437"/>
    <w:rsid w:val="00887120"/>
    <w:rsid w:val="00893C04"/>
    <w:rsid w:val="00893F98"/>
    <w:rsid w:val="00895428"/>
    <w:rsid w:val="008A179D"/>
    <w:rsid w:val="008A27FF"/>
    <w:rsid w:val="008B6B61"/>
    <w:rsid w:val="008C117E"/>
    <w:rsid w:val="008C18B7"/>
    <w:rsid w:val="008C20B4"/>
    <w:rsid w:val="008D5704"/>
    <w:rsid w:val="008E68C7"/>
    <w:rsid w:val="008F0DB2"/>
    <w:rsid w:val="008F3174"/>
    <w:rsid w:val="008F4601"/>
    <w:rsid w:val="008F4D8B"/>
    <w:rsid w:val="008F5D99"/>
    <w:rsid w:val="00900CD3"/>
    <w:rsid w:val="009029A8"/>
    <w:rsid w:val="0091479B"/>
    <w:rsid w:val="00915666"/>
    <w:rsid w:val="00915F19"/>
    <w:rsid w:val="0092310E"/>
    <w:rsid w:val="00924F55"/>
    <w:rsid w:val="009267C1"/>
    <w:rsid w:val="00926FCF"/>
    <w:rsid w:val="009363F8"/>
    <w:rsid w:val="00937EF3"/>
    <w:rsid w:val="009472AF"/>
    <w:rsid w:val="00957F5D"/>
    <w:rsid w:val="00965E29"/>
    <w:rsid w:val="00972E6C"/>
    <w:rsid w:val="009760D6"/>
    <w:rsid w:val="00976882"/>
    <w:rsid w:val="00976900"/>
    <w:rsid w:val="009771C4"/>
    <w:rsid w:val="00991DA7"/>
    <w:rsid w:val="009A0FDF"/>
    <w:rsid w:val="009A2429"/>
    <w:rsid w:val="009A70AB"/>
    <w:rsid w:val="009C1F1D"/>
    <w:rsid w:val="009C6554"/>
    <w:rsid w:val="009C7B87"/>
    <w:rsid w:val="009D17C3"/>
    <w:rsid w:val="009E3FE9"/>
    <w:rsid w:val="009E431E"/>
    <w:rsid w:val="009E7A2E"/>
    <w:rsid w:val="009E7EB8"/>
    <w:rsid w:val="009F087F"/>
    <w:rsid w:val="009F59FC"/>
    <w:rsid w:val="009F5CA8"/>
    <w:rsid w:val="00A012ED"/>
    <w:rsid w:val="00A11A45"/>
    <w:rsid w:val="00A20E37"/>
    <w:rsid w:val="00A40463"/>
    <w:rsid w:val="00A4554E"/>
    <w:rsid w:val="00A468F5"/>
    <w:rsid w:val="00A50B82"/>
    <w:rsid w:val="00A51211"/>
    <w:rsid w:val="00A547A3"/>
    <w:rsid w:val="00A705C1"/>
    <w:rsid w:val="00A70C24"/>
    <w:rsid w:val="00A86361"/>
    <w:rsid w:val="00A93AE7"/>
    <w:rsid w:val="00AB182F"/>
    <w:rsid w:val="00AB1E96"/>
    <w:rsid w:val="00AB2FB6"/>
    <w:rsid w:val="00AB6EFF"/>
    <w:rsid w:val="00AC2396"/>
    <w:rsid w:val="00AC32B3"/>
    <w:rsid w:val="00AC5498"/>
    <w:rsid w:val="00AC5DF7"/>
    <w:rsid w:val="00AC74AA"/>
    <w:rsid w:val="00AD3B63"/>
    <w:rsid w:val="00AD48F2"/>
    <w:rsid w:val="00AD6459"/>
    <w:rsid w:val="00AE31D1"/>
    <w:rsid w:val="00AF4539"/>
    <w:rsid w:val="00AF55A0"/>
    <w:rsid w:val="00AF74E8"/>
    <w:rsid w:val="00B06335"/>
    <w:rsid w:val="00B06D25"/>
    <w:rsid w:val="00B14A9A"/>
    <w:rsid w:val="00B14B64"/>
    <w:rsid w:val="00B14C89"/>
    <w:rsid w:val="00B14CF1"/>
    <w:rsid w:val="00B158C1"/>
    <w:rsid w:val="00B15AF7"/>
    <w:rsid w:val="00B16356"/>
    <w:rsid w:val="00B33BDF"/>
    <w:rsid w:val="00B40D7D"/>
    <w:rsid w:val="00B429C9"/>
    <w:rsid w:val="00B54AC4"/>
    <w:rsid w:val="00B56515"/>
    <w:rsid w:val="00B658EA"/>
    <w:rsid w:val="00B95512"/>
    <w:rsid w:val="00BA2A66"/>
    <w:rsid w:val="00BA340B"/>
    <w:rsid w:val="00BA4386"/>
    <w:rsid w:val="00BA773F"/>
    <w:rsid w:val="00BB3BD0"/>
    <w:rsid w:val="00BB5419"/>
    <w:rsid w:val="00BC42A3"/>
    <w:rsid w:val="00BC74F9"/>
    <w:rsid w:val="00BD5024"/>
    <w:rsid w:val="00BE024E"/>
    <w:rsid w:val="00BE184F"/>
    <w:rsid w:val="00BE2B79"/>
    <w:rsid w:val="00BF4534"/>
    <w:rsid w:val="00C10FE7"/>
    <w:rsid w:val="00C22503"/>
    <w:rsid w:val="00C238ED"/>
    <w:rsid w:val="00C259FC"/>
    <w:rsid w:val="00C26F73"/>
    <w:rsid w:val="00C310C2"/>
    <w:rsid w:val="00C31B92"/>
    <w:rsid w:val="00C3273F"/>
    <w:rsid w:val="00C3701D"/>
    <w:rsid w:val="00C377CE"/>
    <w:rsid w:val="00C47539"/>
    <w:rsid w:val="00C50057"/>
    <w:rsid w:val="00C503D8"/>
    <w:rsid w:val="00C5329C"/>
    <w:rsid w:val="00C5446D"/>
    <w:rsid w:val="00C601C9"/>
    <w:rsid w:val="00C62F8A"/>
    <w:rsid w:val="00C633F9"/>
    <w:rsid w:val="00C63678"/>
    <w:rsid w:val="00C72CE0"/>
    <w:rsid w:val="00C75C26"/>
    <w:rsid w:val="00C75FF4"/>
    <w:rsid w:val="00C77C03"/>
    <w:rsid w:val="00C82075"/>
    <w:rsid w:val="00C820DA"/>
    <w:rsid w:val="00C87B6E"/>
    <w:rsid w:val="00C87F08"/>
    <w:rsid w:val="00CA3DE9"/>
    <w:rsid w:val="00CA7527"/>
    <w:rsid w:val="00CB08B3"/>
    <w:rsid w:val="00CB0901"/>
    <w:rsid w:val="00CB3B05"/>
    <w:rsid w:val="00CC3266"/>
    <w:rsid w:val="00CD543E"/>
    <w:rsid w:val="00CE0E31"/>
    <w:rsid w:val="00CE63A6"/>
    <w:rsid w:val="00CF3600"/>
    <w:rsid w:val="00CF46B4"/>
    <w:rsid w:val="00CF7872"/>
    <w:rsid w:val="00D033DB"/>
    <w:rsid w:val="00D057A4"/>
    <w:rsid w:val="00D062C8"/>
    <w:rsid w:val="00D113A7"/>
    <w:rsid w:val="00D135C5"/>
    <w:rsid w:val="00D15F00"/>
    <w:rsid w:val="00D20EF7"/>
    <w:rsid w:val="00D26966"/>
    <w:rsid w:val="00D2795E"/>
    <w:rsid w:val="00D40D03"/>
    <w:rsid w:val="00D41730"/>
    <w:rsid w:val="00D51DD5"/>
    <w:rsid w:val="00D56775"/>
    <w:rsid w:val="00D56DA9"/>
    <w:rsid w:val="00D62E5C"/>
    <w:rsid w:val="00D7021A"/>
    <w:rsid w:val="00D73EAC"/>
    <w:rsid w:val="00D8189D"/>
    <w:rsid w:val="00D81C5C"/>
    <w:rsid w:val="00D945AB"/>
    <w:rsid w:val="00DB45D1"/>
    <w:rsid w:val="00DC2ED2"/>
    <w:rsid w:val="00DC4F45"/>
    <w:rsid w:val="00DD0881"/>
    <w:rsid w:val="00DD1F96"/>
    <w:rsid w:val="00DD38B9"/>
    <w:rsid w:val="00DE4239"/>
    <w:rsid w:val="00DE755B"/>
    <w:rsid w:val="00DF121E"/>
    <w:rsid w:val="00DF19CB"/>
    <w:rsid w:val="00DF45E0"/>
    <w:rsid w:val="00DF7602"/>
    <w:rsid w:val="00E01F81"/>
    <w:rsid w:val="00E02280"/>
    <w:rsid w:val="00E041E7"/>
    <w:rsid w:val="00E1374F"/>
    <w:rsid w:val="00E1479B"/>
    <w:rsid w:val="00E20286"/>
    <w:rsid w:val="00E31EEE"/>
    <w:rsid w:val="00E32CC3"/>
    <w:rsid w:val="00E3477F"/>
    <w:rsid w:val="00E35BD6"/>
    <w:rsid w:val="00E3780E"/>
    <w:rsid w:val="00E44376"/>
    <w:rsid w:val="00E56B02"/>
    <w:rsid w:val="00E6368C"/>
    <w:rsid w:val="00E647FF"/>
    <w:rsid w:val="00E7118A"/>
    <w:rsid w:val="00E74D63"/>
    <w:rsid w:val="00E832F8"/>
    <w:rsid w:val="00E964C2"/>
    <w:rsid w:val="00E97082"/>
    <w:rsid w:val="00EA2FED"/>
    <w:rsid w:val="00EB087E"/>
    <w:rsid w:val="00EB2407"/>
    <w:rsid w:val="00EB4016"/>
    <w:rsid w:val="00EC2250"/>
    <w:rsid w:val="00ED68C3"/>
    <w:rsid w:val="00EE282D"/>
    <w:rsid w:val="00EE605E"/>
    <w:rsid w:val="00EE790C"/>
    <w:rsid w:val="00F07116"/>
    <w:rsid w:val="00F12FCE"/>
    <w:rsid w:val="00F22409"/>
    <w:rsid w:val="00F22D2C"/>
    <w:rsid w:val="00F2404E"/>
    <w:rsid w:val="00F306D3"/>
    <w:rsid w:val="00F3100B"/>
    <w:rsid w:val="00F348ED"/>
    <w:rsid w:val="00F34FD9"/>
    <w:rsid w:val="00F426AD"/>
    <w:rsid w:val="00F452DB"/>
    <w:rsid w:val="00F46457"/>
    <w:rsid w:val="00F46DEB"/>
    <w:rsid w:val="00F47C10"/>
    <w:rsid w:val="00F56716"/>
    <w:rsid w:val="00F735DC"/>
    <w:rsid w:val="00F77C75"/>
    <w:rsid w:val="00F8183F"/>
    <w:rsid w:val="00F83F8A"/>
    <w:rsid w:val="00F90A15"/>
    <w:rsid w:val="00F969B7"/>
    <w:rsid w:val="00FA35E5"/>
    <w:rsid w:val="00FA4B8D"/>
    <w:rsid w:val="00FA50F1"/>
    <w:rsid w:val="00FA611C"/>
    <w:rsid w:val="00FB4D65"/>
    <w:rsid w:val="00FC252D"/>
    <w:rsid w:val="00FF18F5"/>
    <w:rsid w:val="00FF1A0A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3A0175"/>
  <w15:docId w15:val="{FEDD9D85-141C-414E-8EC1-CB6AFB4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503D8"/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985"/>
      </w:tabs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right="72"/>
      <w:jc w:val="center"/>
      <w:outlineLvl w:val="4"/>
    </w:pPr>
    <w:rPr>
      <w:color w:val="FF000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right="356"/>
      <w:outlineLvl w:val="7"/>
    </w:pPr>
    <w:rPr>
      <w:b/>
      <w:sz w:val="2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right="-568"/>
      <w:jc w:val="both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Titre">
    <w:name w:val="RedTitre"/>
    <w:basedOn w:val="Normal"/>
    <w:pPr>
      <w:framePr w:hSpace="142" w:wrap="around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styleId="Retraitcorpsdetexte">
    <w:name w:val="Body Text Indent"/>
    <w:basedOn w:val="Normal"/>
    <w:pPr>
      <w:ind w:left="1418"/>
      <w:jc w:val="both"/>
    </w:pPr>
    <w:rPr>
      <w:b/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Lgende">
    <w:name w:val="caption"/>
    <w:basedOn w:val="Normal"/>
    <w:next w:val="Normal"/>
    <w:qFormat/>
    <w:pPr>
      <w:jc w:val="both"/>
    </w:pPr>
    <w:rPr>
      <w:b/>
      <w:sz w:val="24"/>
    </w:rPr>
  </w:style>
  <w:style w:type="paragraph" w:styleId="Retraitcorpsdetexte2">
    <w:name w:val="Body Text Indent 2"/>
    <w:basedOn w:val="Normal"/>
    <w:pPr>
      <w:ind w:firstLine="709"/>
      <w:jc w:val="both"/>
    </w:pPr>
    <w:rPr>
      <w:sz w:val="24"/>
    </w:rPr>
  </w:style>
  <w:style w:type="paragraph" w:styleId="Normalcentr">
    <w:name w:val="Block Text"/>
    <w:basedOn w:val="Normal"/>
    <w:pPr>
      <w:ind w:left="426" w:right="-568"/>
      <w:jc w:val="both"/>
    </w:pPr>
    <w:rPr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</w:rPr>
  </w:style>
  <w:style w:type="paragraph" w:styleId="Retraitcorpsdetexte3">
    <w:name w:val="Body Text Indent 3"/>
    <w:basedOn w:val="Normal"/>
    <w:pPr>
      <w:ind w:left="426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ind w:right="-568"/>
      <w:jc w:val="both"/>
    </w:pPr>
    <w:rPr>
      <w:sz w:val="22"/>
    </w:rPr>
  </w:style>
  <w:style w:type="paragraph" w:styleId="Textedebulles">
    <w:name w:val="Balloon Text"/>
    <w:basedOn w:val="Normal"/>
    <w:semiHidden/>
    <w:rsid w:val="003138B3"/>
    <w:rPr>
      <w:rFonts w:ascii="Tahoma" w:hAnsi="Tahoma" w:cs="Tahoma"/>
      <w:sz w:val="16"/>
      <w:szCs w:val="16"/>
    </w:rPr>
  </w:style>
  <w:style w:type="paragraph" w:customStyle="1" w:styleId="Paragraphe1">
    <w:name w:val="Paragraphe 1"/>
    <w:basedOn w:val="Normal"/>
    <w:rsid w:val="000642C7"/>
    <w:pPr>
      <w:overflowPunct w:val="0"/>
      <w:autoSpaceDE w:val="0"/>
      <w:autoSpaceDN w:val="0"/>
      <w:adjustRightInd w:val="0"/>
      <w:spacing w:after="60"/>
      <w:ind w:left="284"/>
      <w:jc w:val="both"/>
      <w:textAlignment w:val="baseline"/>
    </w:pPr>
    <w:rPr>
      <w:rFonts w:ascii="Arial" w:hAnsi="Arial"/>
      <w:szCs w:val="18"/>
    </w:rPr>
  </w:style>
  <w:style w:type="paragraph" w:customStyle="1" w:styleId="a">
    <w:basedOn w:val="Normal"/>
    <w:rsid w:val="00C75FF4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character" w:customStyle="1" w:styleId="Style3">
    <w:name w:val="Style3"/>
    <w:rsid w:val="006D34FC"/>
    <w:rPr>
      <w:vanish/>
      <w:webHidden w:val="0"/>
      <w:color w:val="FF0000"/>
      <w:sz w:val="22"/>
      <w:specVanish w:val="0"/>
    </w:rPr>
  </w:style>
  <w:style w:type="paragraph" w:styleId="Paragraphedeliste">
    <w:name w:val="List Paragraph"/>
    <w:basedOn w:val="Normal"/>
    <w:qFormat/>
    <w:rsid w:val="008B6B61"/>
    <w:pPr>
      <w:ind w:left="720"/>
      <w:contextualSpacing/>
    </w:pPr>
    <w:rPr>
      <w:sz w:val="22"/>
    </w:rPr>
  </w:style>
  <w:style w:type="table" w:styleId="Grilledutableau">
    <w:name w:val="Table Grid"/>
    <w:basedOn w:val="TableauNormal"/>
    <w:rsid w:val="00510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A012ED"/>
    <w:rPr>
      <w:color w:val="0000FF"/>
      <w:u w:val="single"/>
    </w:rPr>
  </w:style>
  <w:style w:type="paragraph" w:styleId="NormalWeb">
    <w:name w:val="Normal (Web)"/>
    <w:basedOn w:val="Normal"/>
    <w:rsid w:val="006A2426"/>
    <w:pPr>
      <w:spacing w:before="100" w:beforeAutospacing="1" w:after="100" w:afterAutospacing="1"/>
    </w:pPr>
    <w:rPr>
      <w:sz w:val="24"/>
      <w:szCs w:val="24"/>
    </w:rPr>
  </w:style>
  <w:style w:type="character" w:customStyle="1" w:styleId="En-tteCar">
    <w:name w:val="En-tête Car"/>
    <w:link w:val="En-tte"/>
    <w:semiHidden/>
    <w:locked/>
    <w:rsid w:val="00BD5024"/>
    <w:rPr>
      <w:lang w:val="fr-FR" w:eastAsia="fr-FR" w:bidi="ar-SA"/>
    </w:rPr>
  </w:style>
  <w:style w:type="character" w:customStyle="1" w:styleId="CarCar10">
    <w:name w:val="Car Car10"/>
    <w:semiHidden/>
    <w:locked/>
    <w:rsid w:val="00FF1A0A"/>
    <w:rPr>
      <w:sz w:val="22"/>
      <w:lang w:val="fr-FR" w:eastAsia="fr-FR" w:bidi="ar-SA"/>
    </w:rPr>
  </w:style>
  <w:style w:type="paragraph" w:customStyle="1" w:styleId="texte">
    <w:name w:val="texte"/>
    <w:basedOn w:val="Normal"/>
    <w:rsid w:val="0019138E"/>
    <w:pPr>
      <w:snapToGrid w:val="0"/>
    </w:pPr>
    <w:rPr>
      <w:color w:val="000000"/>
      <w:sz w:val="24"/>
      <w:szCs w:val="24"/>
    </w:rPr>
  </w:style>
  <w:style w:type="character" w:styleId="Lienhypertextesuivivisit">
    <w:name w:val="FollowedHyperlink"/>
    <w:rsid w:val="00360BE3"/>
    <w:rPr>
      <w:color w:val="800080"/>
      <w:u w:val="single"/>
    </w:rPr>
  </w:style>
  <w:style w:type="character" w:styleId="Marquedecommentaire">
    <w:name w:val="annotation reference"/>
    <w:semiHidden/>
    <w:rsid w:val="00F34FD9"/>
    <w:rPr>
      <w:sz w:val="16"/>
      <w:szCs w:val="16"/>
    </w:rPr>
  </w:style>
  <w:style w:type="paragraph" w:styleId="Commentaire">
    <w:name w:val="annotation text"/>
    <w:basedOn w:val="Normal"/>
    <w:semiHidden/>
    <w:rsid w:val="00F34FD9"/>
  </w:style>
  <w:style w:type="paragraph" w:styleId="Objetducommentaire">
    <w:name w:val="annotation subject"/>
    <w:basedOn w:val="Commentaire"/>
    <w:next w:val="Commentaire"/>
    <w:semiHidden/>
    <w:rsid w:val="00F34FD9"/>
    <w:rPr>
      <w:b/>
      <w:bCs/>
    </w:rPr>
  </w:style>
  <w:style w:type="character" w:customStyle="1" w:styleId="CarCar13">
    <w:name w:val="Car Car13"/>
    <w:locked/>
    <w:rsid w:val="005858C2"/>
    <w:rPr>
      <w:sz w:val="24"/>
    </w:rPr>
  </w:style>
  <w:style w:type="paragraph" w:customStyle="1" w:styleId="CarCarCar">
    <w:name w:val="Car Car Car"/>
    <w:basedOn w:val="Normal"/>
    <w:rsid w:val="00C601C9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character" w:customStyle="1" w:styleId="HeaderChar">
    <w:name w:val="Header Char"/>
    <w:basedOn w:val="Policepardfaut"/>
    <w:semiHidden/>
    <w:locked/>
    <w:rsid w:val="00D81C5C"/>
    <w:rPr>
      <w:sz w:val="22"/>
      <w:lang w:val="fr-FR" w:eastAsia="fr-FR" w:bidi="ar-SA"/>
    </w:rPr>
  </w:style>
  <w:style w:type="paragraph" w:customStyle="1" w:styleId="Default">
    <w:name w:val="Default"/>
    <w:rsid w:val="007E5F0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Car">
    <w:name w:val="Car Car"/>
    <w:semiHidden/>
    <w:locked/>
    <w:rsid w:val="003A550A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MOE%20et%20AMO\AC%20MOE%202021\01.3-RCannexe3-CV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01.3-RCannexe3-CV.dotx</Template>
  <TotalTime>4</TotalTime>
  <Pages>1</Pages>
  <Words>31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OFFICE NATIONAL</vt:lpstr>
    </vt:vector>
  </TitlesOfParts>
  <Company>ONAC &amp; VG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NATIONAL</dc:title>
  <dc:creator>AULAS Fabienne</dc:creator>
  <cp:lastModifiedBy>PUGET Ollivier</cp:lastModifiedBy>
  <cp:revision>3</cp:revision>
  <cp:lastPrinted>2018-06-01T11:11:00Z</cp:lastPrinted>
  <dcterms:created xsi:type="dcterms:W3CDTF">2025-10-21T07:12:00Z</dcterms:created>
  <dcterms:modified xsi:type="dcterms:W3CDTF">2025-10-24T10:22:00Z</dcterms:modified>
</cp:coreProperties>
</file>